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88E" w:rsidRDefault="007C288E" w:rsidP="00235DA9">
      <w:pPr>
        <w:spacing w:line="480" w:lineRule="atLeast"/>
        <w:ind w:right="-7"/>
        <w:jc w:val="center"/>
        <w:rPr>
          <w:b/>
          <w:sz w:val="24"/>
        </w:rPr>
      </w:pPr>
      <w:r w:rsidRPr="00C1178F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53.25pt" o:ole="" fillcolor="window">
            <v:imagedata r:id="rId4" o:title=""/>
          </v:shape>
          <o:OLEObject Type="Embed" ProgID="Paint.Picture" ShapeID="_x0000_i1025" DrawAspect="Content" ObjectID="_1542182754" r:id="rId5">
            <o:FieldCodes>\s \* MERGEFORMAT</o:FieldCodes>
          </o:OLEObject>
        </w:object>
      </w:r>
    </w:p>
    <w:p w:rsidR="007C288E" w:rsidRDefault="007C288E" w:rsidP="00235DA9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У К Р А Ї Н А</w:t>
      </w:r>
    </w:p>
    <w:p w:rsidR="007C288E" w:rsidRDefault="007C288E" w:rsidP="00235DA9">
      <w:pPr>
        <w:pStyle w:val="Heading1"/>
      </w:pPr>
      <w:r>
        <w:t>ЧЕРНІВЕЦЬКА ОБЛАСНА РАДА</w:t>
      </w:r>
    </w:p>
    <w:p w:rsidR="007C288E" w:rsidRPr="00152760" w:rsidRDefault="007C288E" w:rsidP="00235DA9">
      <w:pPr>
        <w:pStyle w:val="Heading2"/>
        <w:rPr>
          <w:sz w:val="8"/>
          <w:szCs w:val="8"/>
          <w:lang w:val="uk-UA"/>
        </w:rPr>
      </w:pPr>
    </w:p>
    <w:p w:rsidR="007C288E" w:rsidRDefault="007C288E" w:rsidP="00235DA9">
      <w:pPr>
        <w:pStyle w:val="Heading2"/>
        <w:rPr>
          <w:lang w:val="uk-UA"/>
        </w:rPr>
      </w:pPr>
      <w:r>
        <w:rPr>
          <w:lang w:val="uk-UA"/>
        </w:rPr>
        <w:t xml:space="preserve">ІХ сесія </w:t>
      </w:r>
      <w:r>
        <w:t>V</w:t>
      </w:r>
      <w:r>
        <w:rPr>
          <w:lang w:val="uk-UA"/>
        </w:rPr>
        <w:t>ІІ скликання</w:t>
      </w:r>
    </w:p>
    <w:p w:rsidR="007C288E" w:rsidRPr="00152760" w:rsidRDefault="007C288E" w:rsidP="00235DA9">
      <w:pPr>
        <w:jc w:val="center"/>
        <w:rPr>
          <w:sz w:val="8"/>
          <w:szCs w:val="8"/>
        </w:rPr>
      </w:pPr>
    </w:p>
    <w:p w:rsidR="007C288E" w:rsidRDefault="007C288E" w:rsidP="00235DA9"/>
    <w:p w:rsidR="007C288E" w:rsidRDefault="007C288E" w:rsidP="00235DA9">
      <w:pPr>
        <w:pStyle w:val="Heading3"/>
        <w:rPr>
          <w:lang w:val="uk-UA"/>
        </w:rPr>
      </w:pPr>
      <w:r>
        <w:rPr>
          <w:lang w:val="uk-UA"/>
        </w:rPr>
        <w:t>РІШЕННЯ № 242-9/16</w:t>
      </w:r>
    </w:p>
    <w:p w:rsidR="007C288E" w:rsidRPr="00B01B75" w:rsidRDefault="007C288E" w:rsidP="00235DA9"/>
    <w:tbl>
      <w:tblPr>
        <w:tblW w:w="9498" w:type="dxa"/>
        <w:tblInd w:w="108" w:type="dxa"/>
        <w:tblLayout w:type="fixed"/>
        <w:tblLook w:val="0000"/>
      </w:tblPr>
      <w:tblGrid>
        <w:gridCol w:w="4153"/>
        <w:gridCol w:w="5345"/>
      </w:tblGrid>
      <w:tr w:rsidR="007C288E" w:rsidTr="00833CC0">
        <w:tc>
          <w:tcPr>
            <w:tcW w:w="4153" w:type="dxa"/>
          </w:tcPr>
          <w:p w:rsidR="007C288E" w:rsidRPr="00FC7AC9" w:rsidRDefault="007C288E" w:rsidP="00833CC0">
            <w:pPr>
              <w:ind w:left="-108" w:right="-491"/>
              <w:rPr>
                <w:sz w:val="28"/>
              </w:rPr>
            </w:pPr>
            <w:r>
              <w:rPr>
                <w:sz w:val="28"/>
              </w:rPr>
              <w:t>1 грудня 2016 р.</w:t>
            </w:r>
          </w:p>
        </w:tc>
        <w:tc>
          <w:tcPr>
            <w:tcW w:w="5345" w:type="dxa"/>
          </w:tcPr>
          <w:p w:rsidR="007C288E" w:rsidRDefault="007C288E" w:rsidP="00833CC0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7C288E" w:rsidRPr="001763E6" w:rsidRDefault="007C288E" w:rsidP="00235DA9">
      <w:pPr>
        <w:ind w:right="4032"/>
        <w:rPr>
          <w:b/>
          <w:sz w:val="28"/>
          <w:szCs w:val="28"/>
        </w:rPr>
      </w:pPr>
    </w:p>
    <w:p w:rsidR="007C288E" w:rsidRDefault="007C288E" w:rsidP="00FC06E6">
      <w:pPr>
        <w:ind w:right="5679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звернення депутатів Чернівецької обласної ради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скликання до Кабінету міністрів</w:t>
      </w:r>
      <w:r w:rsidRPr="00662EEF">
        <w:rPr>
          <w:b/>
          <w:sz w:val="28"/>
          <w:szCs w:val="28"/>
        </w:rPr>
        <w:t xml:space="preserve"> України</w:t>
      </w:r>
      <w:r>
        <w:rPr>
          <w:b/>
          <w:sz w:val="28"/>
          <w:szCs w:val="28"/>
        </w:rPr>
        <w:t xml:space="preserve"> </w:t>
      </w:r>
    </w:p>
    <w:p w:rsidR="007C288E" w:rsidRPr="001763E6" w:rsidRDefault="007C288E" w:rsidP="00235DA9">
      <w:pPr>
        <w:rPr>
          <w:b/>
          <w:sz w:val="28"/>
          <w:szCs w:val="28"/>
        </w:rPr>
      </w:pPr>
    </w:p>
    <w:p w:rsidR="007C288E" w:rsidRPr="0015377C" w:rsidRDefault="007C288E" w:rsidP="00235D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частиною 2 статті 43 Закону України "Про місцеве самоврядування в Україні" та враховуючи пропозицію депутатів обласної ради </w:t>
      </w:r>
      <w:r w:rsidRPr="000F0267">
        <w:rPr>
          <w:sz w:val="28"/>
          <w:szCs w:val="28"/>
        </w:rPr>
        <w:t xml:space="preserve">від </w:t>
      </w:r>
      <w:r>
        <w:rPr>
          <w:sz w:val="28"/>
          <w:szCs w:val="28"/>
        </w:rPr>
        <w:t>ВО «Батьківщина», обласна рада</w:t>
      </w:r>
      <w:r w:rsidRPr="0015377C">
        <w:rPr>
          <w:sz w:val="28"/>
          <w:szCs w:val="28"/>
        </w:rPr>
        <w:t xml:space="preserve"> </w:t>
      </w:r>
    </w:p>
    <w:p w:rsidR="007C288E" w:rsidRPr="0015377C" w:rsidRDefault="007C288E" w:rsidP="00235DA9">
      <w:pPr>
        <w:jc w:val="both"/>
        <w:rPr>
          <w:b/>
          <w:sz w:val="28"/>
          <w:szCs w:val="28"/>
        </w:rPr>
      </w:pPr>
    </w:p>
    <w:p w:rsidR="007C288E" w:rsidRPr="0015377C" w:rsidRDefault="007C288E" w:rsidP="00235DA9">
      <w:pPr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7C288E" w:rsidRPr="0015377C" w:rsidRDefault="007C288E" w:rsidP="00235DA9">
      <w:pPr>
        <w:ind w:firstLine="709"/>
        <w:jc w:val="center"/>
        <w:rPr>
          <w:b/>
          <w:sz w:val="28"/>
          <w:szCs w:val="28"/>
        </w:rPr>
      </w:pPr>
    </w:p>
    <w:p w:rsidR="007C288E" w:rsidRPr="007F4EAA" w:rsidRDefault="007C288E" w:rsidP="00235DA9">
      <w:pPr>
        <w:pStyle w:val="ListParagraph"/>
        <w:ind w:left="0" w:firstLine="709"/>
        <w:jc w:val="both"/>
        <w:rPr>
          <w:sz w:val="28"/>
          <w:szCs w:val="28"/>
        </w:rPr>
      </w:pPr>
      <w:r w:rsidRPr="000F0267">
        <w:rPr>
          <w:sz w:val="28"/>
          <w:szCs w:val="28"/>
        </w:rPr>
        <w:t xml:space="preserve">Підтримати звернення депутатів Чернівецької обласної ради </w:t>
      </w:r>
      <w:r w:rsidRPr="000F0267">
        <w:rPr>
          <w:sz w:val="28"/>
          <w:szCs w:val="28"/>
        </w:rPr>
        <w:br/>
        <w:t xml:space="preserve">VIІ скликання до </w:t>
      </w:r>
      <w:r>
        <w:rPr>
          <w:sz w:val="28"/>
          <w:szCs w:val="28"/>
        </w:rPr>
        <w:t>Кабінету міністрів</w:t>
      </w:r>
      <w:r w:rsidRPr="000F0267">
        <w:rPr>
          <w:sz w:val="28"/>
          <w:szCs w:val="28"/>
        </w:rPr>
        <w:t xml:space="preserve"> України щодо </w:t>
      </w:r>
      <w:r>
        <w:rPr>
          <w:sz w:val="28"/>
          <w:szCs w:val="28"/>
        </w:rPr>
        <w:t xml:space="preserve">внесення змін до абзацу 3 пункту 12 </w:t>
      </w:r>
      <w:hyperlink r:id="rId6" w:tgtFrame="_blank" w:history="1">
        <w:r w:rsidRPr="004761D0">
          <w:rPr>
            <w:rStyle w:val="Hyperlink"/>
            <w:color w:val="auto"/>
            <w:sz w:val="28"/>
            <w:szCs w:val="28"/>
            <w:u w:val="none"/>
          </w:rPr>
          <w:t>Положення про порядок призначення та надання населенню субсидій для відшкодування витрат на оплату житлово-комунальних послуг, придбання скрапленого газу, твердого та рідкого пічного побутового палива</w:t>
        </w:r>
      </w:hyperlink>
      <w:r w:rsidRPr="004761D0">
        <w:rPr>
          <w:sz w:val="28"/>
          <w:szCs w:val="28"/>
        </w:rPr>
        <w:t xml:space="preserve">, затвердженому постановою Кабінету Міністрів України від 21 жовтня 1995 р. № 848 </w:t>
      </w:r>
      <w:r>
        <w:rPr>
          <w:sz w:val="28"/>
          <w:szCs w:val="28"/>
        </w:rPr>
        <w:t>(зі змінами).</w:t>
      </w:r>
    </w:p>
    <w:p w:rsidR="007C288E" w:rsidRPr="003E05A7" w:rsidRDefault="007C288E" w:rsidP="00235DA9">
      <w:pPr>
        <w:spacing w:before="120"/>
        <w:ind w:firstLine="709"/>
        <w:rPr>
          <w:sz w:val="28"/>
          <w:szCs w:val="28"/>
        </w:rPr>
      </w:pPr>
      <w:r w:rsidRPr="003E05A7">
        <w:rPr>
          <w:sz w:val="28"/>
          <w:szCs w:val="28"/>
        </w:rPr>
        <w:t>Текст звернення додається.</w:t>
      </w:r>
    </w:p>
    <w:p w:rsidR="007C288E" w:rsidRDefault="007C288E" w:rsidP="00235DA9">
      <w:pPr>
        <w:ind w:firstLine="709"/>
        <w:rPr>
          <w:sz w:val="24"/>
          <w:szCs w:val="24"/>
        </w:rPr>
      </w:pPr>
    </w:p>
    <w:p w:rsidR="007C288E" w:rsidRDefault="007C288E" w:rsidP="00235DA9">
      <w:pPr>
        <w:ind w:firstLine="709"/>
        <w:rPr>
          <w:sz w:val="24"/>
          <w:szCs w:val="24"/>
        </w:rPr>
      </w:pPr>
    </w:p>
    <w:p w:rsidR="007C288E" w:rsidRDefault="007C288E" w:rsidP="00235DA9">
      <w:pPr>
        <w:ind w:firstLine="709"/>
        <w:rPr>
          <w:sz w:val="24"/>
          <w:szCs w:val="24"/>
        </w:rPr>
      </w:pPr>
    </w:p>
    <w:p w:rsidR="007C288E" w:rsidRPr="000017D1" w:rsidRDefault="007C288E" w:rsidP="00235DA9">
      <w:pPr>
        <w:tabs>
          <w:tab w:val="left" w:pos="793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  <w:t>Мунтян</w:t>
      </w:r>
      <w:r w:rsidRPr="00235DA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І.М.</w:t>
      </w:r>
    </w:p>
    <w:p w:rsidR="007C288E" w:rsidRDefault="007C288E" w:rsidP="00235DA9"/>
    <w:p w:rsidR="007C288E" w:rsidRDefault="007C288E"/>
    <w:sectPr w:rsidR="007C288E" w:rsidSect="00D006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5DA9"/>
    <w:rsid w:val="000017D1"/>
    <w:rsid w:val="0001277E"/>
    <w:rsid w:val="000F002F"/>
    <w:rsid w:val="000F0267"/>
    <w:rsid w:val="00152760"/>
    <w:rsid w:val="0015377C"/>
    <w:rsid w:val="001763E6"/>
    <w:rsid w:val="001775DA"/>
    <w:rsid w:val="001A117D"/>
    <w:rsid w:val="00235DA9"/>
    <w:rsid w:val="00340F02"/>
    <w:rsid w:val="003E05A7"/>
    <w:rsid w:val="004626FC"/>
    <w:rsid w:val="004761D0"/>
    <w:rsid w:val="00662538"/>
    <w:rsid w:val="00662EEF"/>
    <w:rsid w:val="006A0E6B"/>
    <w:rsid w:val="007C288E"/>
    <w:rsid w:val="007F4EAA"/>
    <w:rsid w:val="00833CC0"/>
    <w:rsid w:val="008C5D01"/>
    <w:rsid w:val="00B01B75"/>
    <w:rsid w:val="00C1178F"/>
    <w:rsid w:val="00D0066B"/>
    <w:rsid w:val="00EA2B65"/>
    <w:rsid w:val="00EF7503"/>
    <w:rsid w:val="00F745C9"/>
    <w:rsid w:val="00FC06E6"/>
    <w:rsid w:val="00FC7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DA9"/>
    <w:rPr>
      <w:rFonts w:ascii="Times New Roman" w:eastAsia="Times New Roman" w:hAnsi="Times New Roman"/>
      <w:sz w:val="20"/>
      <w:szCs w:val="20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35DA9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35DA9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35DA9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35DA9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35DA9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35DA9"/>
    <w:rPr>
      <w:rFonts w:ascii="Times New Roman" w:hAnsi="Times New Roman" w:cs="Times New Roman"/>
      <w:b/>
      <w:spacing w:val="60"/>
      <w:sz w:val="20"/>
      <w:szCs w:val="20"/>
      <w:lang w:val="en-US" w:eastAsia="ru-RU"/>
    </w:rPr>
  </w:style>
  <w:style w:type="paragraph" w:styleId="ListParagraph">
    <w:name w:val="List Paragraph"/>
    <w:basedOn w:val="Normal"/>
    <w:uiPriority w:val="99"/>
    <w:qFormat/>
    <w:rsid w:val="00235DA9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235DA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5.rada.gov.ua/laws/show/848-95-%D0%BF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1</Pages>
  <Words>151</Words>
  <Characters>863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Lawyer</dc:creator>
  <cp:keywords/>
  <dc:description/>
  <cp:lastModifiedBy>Makoviychuk</cp:lastModifiedBy>
  <cp:revision>4</cp:revision>
  <cp:lastPrinted>2016-10-18T08:28:00Z</cp:lastPrinted>
  <dcterms:created xsi:type="dcterms:W3CDTF">2016-10-17T13:07:00Z</dcterms:created>
  <dcterms:modified xsi:type="dcterms:W3CDTF">2016-12-02T09:19:00Z</dcterms:modified>
</cp:coreProperties>
</file>